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03" w:rsidRPr="00851085" w:rsidRDefault="00D52C03">
      <w:pPr>
        <w:rPr>
          <w:color w:val="7F7F7F"/>
        </w:rPr>
      </w:pPr>
      <w:r w:rsidRPr="00851085">
        <w:rPr>
          <w:color w:val="7F7F7F"/>
        </w:rPr>
        <w:t>Student Name: ___________________________________</w:t>
      </w:r>
    </w:p>
    <w:p w:rsidR="00D52C03" w:rsidRPr="00851085" w:rsidRDefault="00D52C03">
      <w:pPr>
        <w:rPr>
          <w:color w:val="7F7F7F"/>
        </w:rPr>
      </w:pPr>
      <w:r w:rsidRPr="00851085">
        <w:rPr>
          <w:color w:val="7F7F7F"/>
        </w:rPr>
        <w:t>Parent Signature: ____________________________________</w:t>
      </w:r>
    </w:p>
    <w:p w:rsidR="00D52C03" w:rsidRPr="00851085" w:rsidRDefault="00D52C03" w:rsidP="000E743E">
      <w:pPr>
        <w:jc w:val="center"/>
        <w:rPr>
          <w:rFonts w:ascii="Arial" w:hAnsi="Arial" w:cs="Arial"/>
          <w:color w:val="7F7F7F"/>
          <w:sz w:val="28"/>
          <w:szCs w:val="28"/>
        </w:rPr>
      </w:pPr>
      <w:r w:rsidRPr="00851085">
        <w:rPr>
          <w:rFonts w:ascii="Arial" w:hAnsi="Arial" w:cs="Arial"/>
          <w:color w:val="7F7F7F"/>
          <w:sz w:val="28"/>
          <w:szCs w:val="28"/>
        </w:rPr>
        <w:t>Best Foot Forward</w:t>
      </w:r>
      <w:r w:rsidRPr="00851085">
        <w:rPr>
          <w:rFonts w:ascii="Arial" w:hAnsi="Arial" w:cs="Arial"/>
          <w:color w:val="7F7F7F"/>
          <w:sz w:val="28"/>
          <w:szCs w:val="28"/>
        </w:rPr>
        <w:br/>
        <w:t xml:space="preserve">Chapters </w:t>
      </w:r>
      <w:r>
        <w:rPr>
          <w:rFonts w:ascii="Arial" w:hAnsi="Arial" w:cs="Arial"/>
          <w:color w:val="7F7F7F"/>
          <w:sz w:val="28"/>
          <w:szCs w:val="28"/>
        </w:rPr>
        <w:t>5</w:t>
      </w:r>
      <w:r w:rsidRPr="00851085">
        <w:rPr>
          <w:rFonts w:ascii="Arial" w:hAnsi="Arial" w:cs="Arial"/>
          <w:color w:val="7F7F7F"/>
          <w:sz w:val="28"/>
          <w:szCs w:val="28"/>
        </w:rPr>
        <w:t>-</w:t>
      </w:r>
      <w:r>
        <w:rPr>
          <w:rFonts w:ascii="Arial" w:hAnsi="Arial" w:cs="Arial"/>
          <w:color w:val="7F7F7F"/>
          <w:sz w:val="28"/>
          <w:szCs w:val="28"/>
        </w:rPr>
        <w:t>7</w:t>
      </w:r>
      <w:r w:rsidRPr="00851085">
        <w:rPr>
          <w:rFonts w:ascii="Arial" w:hAnsi="Arial" w:cs="Arial"/>
          <w:color w:val="7F7F7F"/>
          <w:sz w:val="28"/>
          <w:szCs w:val="28"/>
        </w:rPr>
        <w:t xml:space="preserve"> Quiz</w:t>
      </w:r>
    </w:p>
    <w:p w:rsidR="00D52C03" w:rsidRPr="00851085" w:rsidRDefault="00D52C03" w:rsidP="000E743E">
      <w:pPr>
        <w:jc w:val="center"/>
        <w:rPr>
          <w:rFonts w:ascii="Arial" w:hAnsi="Arial" w:cs="Arial"/>
          <w:color w:val="7F7F7F"/>
          <w:sz w:val="28"/>
          <w:szCs w:val="28"/>
        </w:rPr>
      </w:pPr>
    </w:p>
    <w:p w:rsidR="00D52C03" w:rsidRPr="00851085" w:rsidRDefault="00D52C03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In these chapters, who begins working in the shoe store?</w:t>
      </w:r>
    </w:p>
    <w:p w:rsidR="00D52C03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 xml:space="preserve">Mrs. Gladstone 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Jenna’s father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Yaley Cobb</w:t>
      </w:r>
    </w:p>
    <w:p w:rsidR="00D52C03" w:rsidRPr="007C4239" w:rsidRDefault="00D52C03" w:rsidP="007C423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Tanner Cobb</w:t>
      </w:r>
      <w:r w:rsidRPr="007C4239">
        <w:rPr>
          <w:color w:val="7F7F7F"/>
        </w:rPr>
        <w:br/>
      </w:r>
    </w:p>
    <w:p w:rsidR="00D52C03" w:rsidRPr="00851085" w:rsidRDefault="00D52C03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job is given to the person who begins working in the shoe store?</w:t>
      </w:r>
    </w:p>
    <w:p w:rsidR="00D52C03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 xml:space="preserve">Store manager 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Handling the cash register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Working in the stockroom</w:t>
      </w:r>
    </w:p>
    <w:p w:rsidR="00D52C03" w:rsidRPr="007C4239" w:rsidRDefault="00D52C03" w:rsidP="007C423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Acting as a salesperson</w:t>
      </w:r>
      <w:r w:rsidRPr="007C4239">
        <w:rPr>
          <w:color w:val="7F7F7F"/>
        </w:rPr>
        <w:br/>
      </w:r>
    </w:p>
    <w:p w:rsidR="00D52C03" w:rsidRPr="00851085" w:rsidRDefault="00D52C03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change is forced upon the shoe store?</w:t>
      </w:r>
    </w:p>
    <w:p w:rsidR="00D52C03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have daily specials.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be closed on Sundays.</w:t>
      </w:r>
    </w:p>
    <w:p w:rsidR="00D52C03" w:rsidRPr="00851085" w:rsidRDefault="00D52C03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remain open two extra hours each night.</w:t>
      </w:r>
    </w:p>
    <w:p w:rsidR="00D52C03" w:rsidRPr="007C4239" w:rsidRDefault="00D52C03" w:rsidP="007C423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carry a new brand of shoe.</w:t>
      </w:r>
      <w:r w:rsidRPr="007C4239">
        <w:rPr>
          <w:color w:val="7F7F7F"/>
        </w:rPr>
        <w:br/>
      </w:r>
    </w:p>
    <w:p w:rsidR="00D52C03" w:rsidRPr="00851085" w:rsidRDefault="00D52C03" w:rsidP="000E743E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in these chapters makes Mrs. Gladstone so upset?</w:t>
      </w:r>
    </w:p>
    <w:p w:rsidR="00D52C03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She doesn’t like working the longer hours.</w:t>
      </w:r>
    </w:p>
    <w:p w:rsidR="00D52C03" w:rsidRPr="00851085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Changes are being made without her knowledge.</w:t>
      </w:r>
    </w:p>
    <w:p w:rsidR="00D52C03" w:rsidRPr="00851085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She doesn’t like the shoe store’s newest worker.</w:t>
      </w:r>
    </w:p>
    <w:p w:rsidR="00D52C03" w:rsidRPr="007C4239" w:rsidRDefault="00D52C03" w:rsidP="007C423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 shoe store is losing a lot of customers.</w:t>
      </w:r>
      <w:r w:rsidRPr="007C4239">
        <w:rPr>
          <w:color w:val="7F7F7F"/>
        </w:rPr>
        <w:br/>
      </w:r>
    </w:p>
    <w:p w:rsidR="00D52C03" w:rsidRPr="00851085" w:rsidRDefault="00D52C03" w:rsidP="000E743E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In these chapters, Jenna finds out:</w:t>
      </w:r>
    </w:p>
    <w:p w:rsidR="00D52C03" w:rsidRPr="00851085" w:rsidRDefault="00D52C03" w:rsidP="007C423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her father is out of jail.</w:t>
      </w:r>
    </w:p>
    <w:p w:rsidR="00D52C03" w:rsidRPr="00851085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the newest worker is stealing shoes.</w:t>
      </w:r>
    </w:p>
    <w:p w:rsidR="00D52C03" w:rsidRPr="00851085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money is missing from the cash register.</w:t>
      </w:r>
    </w:p>
    <w:p w:rsidR="00D52C03" w:rsidRPr="00851085" w:rsidRDefault="00D52C03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the company shoes aren’t being made the same as in the past.</w:t>
      </w:r>
    </w:p>
    <w:sectPr w:rsidR="00D52C03" w:rsidRPr="00851085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C03" w:rsidRDefault="00D52C03" w:rsidP="000E743E">
      <w:pPr>
        <w:spacing w:after="0" w:line="240" w:lineRule="auto"/>
      </w:pPr>
      <w:r>
        <w:separator/>
      </w:r>
    </w:p>
  </w:endnote>
  <w:endnote w:type="continuationSeparator" w:id="1">
    <w:p w:rsidR="00D52C03" w:rsidRDefault="00D52C03" w:rsidP="000E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C03" w:rsidRDefault="00D52C03" w:rsidP="000E743E">
      <w:pPr>
        <w:spacing w:after="0" w:line="240" w:lineRule="auto"/>
      </w:pPr>
      <w:r>
        <w:separator/>
      </w:r>
    </w:p>
  </w:footnote>
  <w:footnote w:type="continuationSeparator" w:id="1">
    <w:p w:rsidR="00D52C03" w:rsidRDefault="00D52C03" w:rsidP="000E7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03" w:rsidRDefault="00D52C03" w:rsidP="000E743E">
    <w:pPr>
      <w:pStyle w:val="Header"/>
      <w:jc w:val="center"/>
    </w:pPr>
    <w:r>
      <w:t>Version B</w:t>
    </w:r>
  </w:p>
  <w:p w:rsidR="00D52C03" w:rsidRDefault="00D52C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C09"/>
    <w:rsid w:val="000E743E"/>
    <w:rsid w:val="00535216"/>
    <w:rsid w:val="006901CC"/>
    <w:rsid w:val="00701C09"/>
    <w:rsid w:val="00702EE0"/>
    <w:rsid w:val="00763AD2"/>
    <w:rsid w:val="007C4239"/>
    <w:rsid w:val="00851085"/>
    <w:rsid w:val="008B207A"/>
    <w:rsid w:val="0097457B"/>
    <w:rsid w:val="00D5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01C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E7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743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E7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43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E7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7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166</Words>
  <Characters>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</dc:creator>
  <cp:keywords/>
  <dc:description/>
  <cp:lastModifiedBy>Nate Dechongkit</cp:lastModifiedBy>
  <cp:revision>3</cp:revision>
  <dcterms:created xsi:type="dcterms:W3CDTF">2010-11-22T10:35:00Z</dcterms:created>
  <dcterms:modified xsi:type="dcterms:W3CDTF">2010-11-29T12:26:00Z</dcterms:modified>
</cp:coreProperties>
</file>